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5F245" w14:textId="77777777"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061B0DCE" wp14:editId="56ED49E3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14:paraId="40EC14C3" w14:textId="77777777" w:rsidR="000C1EB8" w:rsidRPr="00D46536" w:rsidRDefault="003C73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pt-BR"/>
        </w:rPr>
      </w:pPr>
      <w:r>
        <w:rPr>
          <w:rFonts w:ascii="Arial Narrow" w:hAnsi="Arial Narrow"/>
          <w:sz w:val="22"/>
          <w:lang w:val="it-IT"/>
        </w:rPr>
        <w:t>10</w:t>
      </w:r>
      <w:r w:rsidR="006204D1" w:rsidRPr="00D46536">
        <w:rPr>
          <w:rFonts w:ascii="Arial Narrow" w:hAnsi="Arial Narrow"/>
          <w:sz w:val="22"/>
          <w:lang w:val="pt-BR"/>
        </w:rPr>
        <w:t xml:space="preserve">. Sitzung | </w:t>
      </w:r>
      <w:r w:rsidR="00180504" w:rsidRPr="00D46536">
        <w:rPr>
          <w:rFonts w:ascii="Arial Narrow" w:hAnsi="Arial Narrow"/>
          <w:sz w:val="22"/>
          <w:lang w:val="pt-BR"/>
        </w:rPr>
        <w:t>W</w:t>
      </w:r>
      <w:r w:rsidR="006204D1" w:rsidRPr="00D46536">
        <w:rPr>
          <w:rFonts w:ascii="Arial Narrow" w:hAnsi="Arial Narrow"/>
          <w:sz w:val="22"/>
          <w:lang w:val="pt-BR"/>
        </w:rPr>
        <w:t>S1</w:t>
      </w:r>
      <w:r w:rsidR="00FA2065" w:rsidRPr="00D46536">
        <w:rPr>
          <w:rFonts w:ascii="Arial Narrow" w:hAnsi="Arial Narrow"/>
          <w:sz w:val="22"/>
          <w:lang w:val="pt-BR"/>
        </w:rPr>
        <w:t>7</w:t>
      </w:r>
      <w:r w:rsidR="004E73C0" w:rsidRPr="00D46536">
        <w:rPr>
          <w:rFonts w:ascii="Arial Narrow" w:hAnsi="Arial Narrow"/>
          <w:sz w:val="22"/>
          <w:lang w:val="pt-BR"/>
        </w:rPr>
        <w:t>/18</w:t>
      </w:r>
    </w:p>
    <w:p w14:paraId="3BE5528F" w14:textId="77777777" w:rsidR="000C1EB8" w:rsidRPr="00D46536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pt-BR"/>
        </w:rPr>
      </w:pPr>
    </w:p>
    <w:p w14:paraId="679D09FE" w14:textId="77777777" w:rsidR="000C1EB8" w:rsidRPr="00D46536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pt-BR"/>
        </w:rPr>
      </w:pPr>
      <w:r w:rsidRPr="00D46536">
        <w:rPr>
          <w:rFonts w:ascii="Arial Narrow" w:hAnsi="Arial Narrow"/>
          <w:b/>
          <w:sz w:val="22"/>
          <w:lang w:val="pt-BR"/>
        </w:rPr>
        <w:t>Gremium</w:t>
      </w:r>
      <w:r w:rsidRPr="00D46536">
        <w:rPr>
          <w:rFonts w:ascii="Arial Narrow" w:hAnsi="Arial Narrow"/>
          <w:b/>
          <w:sz w:val="22"/>
          <w:lang w:val="pt-BR"/>
        </w:rPr>
        <w:tab/>
        <w:t>:</w:t>
      </w:r>
      <w:r w:rsidRPr="00D46536">
        <w:rPr>
          <w:rFonts w:ascii="Arial Narrow" w:hAnsi="Arial Narrow"/>
          <w:sz w:val="22"/>
          <w:lang w:val="pt-BR"/>
        </w:rPr>
        <w:tab/>
      </w:r>
      <w:r w:rsidR="00436FE1" w:rsidRPr="00D46536">
        <w:rPr>
          <w:rFonts w:ascii="Arial Narrow" w:hAnsi="Arial Narrow"/>
          <w:sz w:val="22"/>
          <w:lang w:val="pt-BR"/>
        </w:rPr>
        <w:t>Campus-</w:t>
      </w:r>
      <w:r w:rsidRPr="00D46536">
        <w:rPr>
          <w:rFonts w:ascii="Arial Narrow" w:hAnsi="Arial Narrow"/>
          <w:sz w:val="22"/>
          <w:lang w:val="pt-BR"/>
        </w:rPr>
        <w:t>AStA</w:t>
      </w:r>
    </w:p>
    <w:p w14:paraId="0E955182" w14:textId="77777777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3C7355">
        <w:rPr>
          <w:rFonts w:ascii="Arial Narrow" w:hAnsi="Arial Narrow"/>
          <w:sz w:val="22"/>
          <w:lang w:val="de-DE"/>
        </w:rPr>
        <w:t>13</w:t>
      </w:r>
      <w:r w:rsidR="00C84AA7">
        <w:rPr>
          <w:rFonts w:ascii="Arial Narrow" w:hAnsi="Arial Narrow"/>
          <w:sz w:val="22"/>
          <w:lang w:val="de-DE"/>
        </w:rPr>
        <w:t>.1</w:t>
      </w:r>
      <w:r w:rsidR="001F3379">
        <w:rPr>
          <w:rFonts w:ascii="Arial Narrow" w:hAnsi="Arial Narrow"/>
          <w:sz w:val="22"/>
          <w:lang w:val="de-DE"/>
        </w:rPr>
        <w:t>2</w:t>
      </w:r>
      <w:r w:rsidR="00AF4CE2">
        <w:rPr>
          <w:rFonts w:ascii="Arial Narrow" w:hAnsi="Arial Narrow"/>
          <w:sz w:val="22"/>
          <w:lang w:val="de-DE"/>
        </w:rPr>
        <w:t>.2017</w:t>
      </w:r>
    </w:p>
    <w:p w14:paraId="1164A1D9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5CA1CF75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46A09C3C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1A9696BF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E21D4E9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2F1B8FA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5E52097D" w14:textId="77777777"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14:paraId="0C42E2DF" w14:textId="77777777" w:rsidR="00756178" w:rsidRDefault="002C5110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14:paraId="7D062C0C" w14:textId="77777777" w:rsidR="008C4F45" w:rsidRDefault="003C7355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Tischkicker TK (Alex)</w:t>
      </w:r>
    </w:p>
    <w:p w14:paraId="70D4BA8C" w14:textId="77777777" w:rsidR="00C172EB" w:rsidRDefault="00C172EB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Verleihordner (Mirza)</w:t>
      </w:r>
    </w:p>
    <w:p w14:paraId="2C05862B" w14:textId="7E426C91" w:rsidR="00D46536" w:rsidRDefault="00D46536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</w:t>
      </w:r>
      <w:r w:rsidR="00D70F3A">
        <w:rPr>
          <w:rFonts w:ascii="Arial Narrow" w:hAnsi="Arial Narrow"/>
          <w:sz w:val="22"/>
          <w:lang w:val="de-DE"/>
        </w:rPr>
        <w:t xml:space="preserve">erleihliste - </w:t>
      </w:r>
      <w:r>
        <w:rPr>
          <w:rFonts w:ascii="Arial Narrow" w:hAnsi="Arial Narrow"/>
          <w:sz w:val="22"/>
          <w:lang w:val="de-DE"/>
        </w:rPr>
        <w:t>Kaution (</w:t>
      </w:r>
      <w:proofErr w:type="spellStart"/>
      <w:r>
        <w:rPr>
          <w:rFonts w:ascii="Arial Narrow" w:hAnsi="Arial Narrow"/>
          <w:sz w:val="22"/>
          <w:lang w:val="de-DE"/>
        </w:rPr>
        <w:t>Bia</w:t>
      </w:r>
      <w:proofErr w:type="spellEnd"/>
      <w:r>
        <w:rPr>
          <w:rFonts w:ascii="Arial Narrow" w:hAnsi="Arial Narrow"/>
          <w:sz w:val="22"/>
          <w:lang w:val="de-DE"/>
        </w:rPr>
        <w:t xml:space="preserve"> / Lukas) </w:t>
      </w:r>
    </w:p>
    <w:p w14:paraId="6AF8FC74" w14:textId="77777777" w:rsidR="00B23276" w:rsidRDefault="00B23276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Ersti-Party (Matze)</w:t>
      </w:r>
    </w:p>
    <w:p w14:paraId="6CF9F05D" w14:textId="77777777" w:rsidR="00AB582B" w:rsidRDefault="00AB582B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Ergebnisse Veranstaltungen der letzten Zeit (Fleig)</w:t>
      </w:r>
    </w:p>
    <w:p w14:paraId="4B87144C" w14:textId="77777777" w:rsidR="00AB582B" w:rsidRDefault="00AB582B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Nachfolger AC (Fleig)</w:t>
      </w:r>
    </w:p>
    <w:p w14:paraId="111B2606" w14:textId="64282F5F" w:rsidR="00863606" w:rsidRDefault="00863606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Studierbar /Kino(Armin)</w:t>
      </w:r>
    </w:p>
    <w:p w14:paraId="3A8F9BE2" w14:textId="325BFCFA" w:rsidR="00863606" w:rsidRDefault="00863606" w:rsidP="0086360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Morgen</w:t>
      </w:r>
    </w:p>
    <w:p w14:paraId="74AE363C" w14:textId="5A639D1F" w:rsidR="00863606" w:rsidRDefault="00863606" w:rsidP="0086360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Nachfolger</w:t>
      </w:r>
    </w:p>
    <w:p w14:paraId="598E7AFC" w14:textId="4064940E" w:rsidR="00863606" w:rsidRDefault="00863606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Referatsraum (Armin)</w:t>
      </w:r>
    </w:p>
    <w:p w14:paraId="182292D6" w14:textId="58BF3570" w:rsidR="00AB582B" w:rsidRDefault="00D242DD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Nickolaus (Armin)s</w:t>
      </w:r>
      <w:bookmarkStart w:id="0" w:name="_GoBack"/>
      <w:bookmarkEnd w:id="0"/>
    </w:p>
    <w:p w14:paraId="0167CC73" w14:textId="77777777" w:rsidR="001F3379" w:rsidRPr="001F3379" w:rsidRDefault="00FD2BD0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F3379">
        <w:rPr>
          <w:rFonts w:ascii="Arial Narrow" w:hAnsi="Arial Narrow"/>
          <w:sz w:val="22"/>
          <w:lang w:val="de-DE"/>
        </w:rPr>
        <w:t>Sonstiges</w:t>
      </w:r>
    </w:p>
    <w:sectPr w:rsidR="001F3379" w:rsidRPr="001F3379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DDFD4" w14:textId="77777777" w:rsidR="000F3737" w:rsidRDefault="000F3737">
      <w:pPr>
        <w:spacing w:line="20" w:lineRule="exact"/>
      </w:pPr>
    </w:p>
  </w:endnote>
  <w:endnote w:type="continuationSeparator" w:id="0">
    <w:p w14:paraId="31C14692" w14:textId="77777777" w:rsidR="000F3737" w:rsidRDefault="000F373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158922F2" w14:textId="77777777" w:rsidR="000F3737" w:rsidRDefault="000F373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819E3" w14:textId="77777777" w:rsidR="000F3737" w:rsidRDefault="000F373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2B81B849" w14:textId="77777777" w:rsidR="000F3737" w:rsidRDefault="000F3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CACB2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38A12FD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3074428" w14:textId="77777777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242D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78CEA0F9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2A0266C5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392D6637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066B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0F3737"/>
    <w:rsid w:val="00103636"/>
    <w:rsid w:val="0011608E"/>
    <w:rsid w:val="001364FA"/>
    <w:rsid w:val="0014473D"/>
    <w:rsid w:val="00144E86"/>
    <w:rsid w:val="00180504"/>
    <w:rsid w:val="001B4703"/>
    <w:rsid w:val="001C7E80"/>
    <w:rsid w:val="001D3317"/>
    <w:rsid w:val="001D47FD"/>
    <w:rsid w:val="001D7BFE"/>
    <w:rsid w:val="001F3379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178"/>
    <w:rsid w:val="002E0BD8"/>
    <w:rsid w:val="002E7327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3C7355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E51D5"/>
    <w:rsid w:val="005F45A2"/>
    <w:rsid w:val="005F4E54"/>
    <w:rsid w:val="00602994"/>
    <w:rsid w:val="00604CA6"/>
    <w:rsid w:val="00606C2C"/>
    <w:rsid w:val="00606F9B"/>
    <w:rsid w:val="00614F9E"/>
    <w:rsid w:val="006204D1"/>
    <w:rsid w:val="006333E5"/>
    <w:rsid w:val="00650AAE"/>
    <w:rsid w:val="00685893"/>
    <w:rsid w:val="00686ECB"/>
    <w:rsid w:val="006A01E2"/>
    <w:rsid w:val="006A0CE7"/>
    <w:rsid w:val="006A2577"/>
    <w:rsid w:val="006A6E9D"/>
    <w:rsid w:val="006B5028"/>
    <w:rsid w:val="006C4D68"/>
    <w:rsid w:val="006D4F2F"/>
    <w:rsid w:val="006D5E3B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92AB8"/>
    <w:rsid w:val="007943B4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2453A"/>
    <w:rsid w:val="00834521"/>
    <w:rsid w:val="008378D7"/>
    <w:rsid w:val="00843F45"/>
    <w:rsid w:val="008457B3"/>
    <w:rsid w:val="00854118"/>
    <w:rsid w:val="00863606"/>
    <w:rsid w:val="008743D8"/>
    <w:rsid w:val="008C250E"/>
    <w:rsid w:val="008C4F45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4EBB"/>
    <w:rsid w:val="00A05515"/>
    <w:rsid w:val="00A17584"/>
    <w:rsid w:val="00A268ED"/>
    <w:rsid w:val="00A448D9"/>
    <w:rsid w:val="00A44D35"/>
    <w:rsid w:val="00A609B8"/>
    <w:rsid w:val="00A62A5E"/>
    <w:rsid w:val="00A87E62"/>
    <w:rsid w:val="00A94BC2"/>
    <w:rsid w:val="00AB582B"/>
    <w:rsid w:val="00AE757F"/>
    <w:rsid w:val="00AF0B6E"/>
    <w:rsid w:val="00AF264D"/>
    <w:rsid w:val="00AF4CE2"/>
    <w:rsid w:val="00B138C8"/>
    <w:rsid w:val="00B23276"/>
    <w:rsid w:val="00B25462"/>
    <w:rsid w:val="00B262CA"/>
    <w:rsid w:val="00B31937"/>
    <w:rsid w:val="00B51224"/>
    <w:rsid w:val="00B83D82"/>
    <w:rsid w:val="00B91196"/>
    <w:rsid w:val="00BA0568"/>
    <w:rsid w:val="00BA10A5"/>
    <w:rsid w:val="00BD4E8B"/>
    <w:rsid w:val="00BE1515"/>
    <w:rsid w:val="00BE230D"/>
    <w:rsid w:val="00C1435E"/>
    <w:rsid w:val="00C172EB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D20667"/>
    <w:rsid w:val="00D242DD"/>
    <w:rsid w:val="00D24319"/>
    <w:rsid w:val="00D247B7"/>
    <w:rsid w:val="00D24AA6"/>
    <w:rsid w:val="00D46536"/>
    <w:rsid w:val="00D523B8"/>
    <w:rsid w:val="00D55BFE"/>
    <w:rsid w:val="00D62D7D"/>
    <w:rsid w:val="00D70F3A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3D18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2001D"/>
    <w:rsid w:val="00F57F66"/>
    <w:rsid w:val="00F834DE"/>
    <w:rsid w:val="00F87ED7"/>
    <w:rsid w:val="00FA2065"/>
    <w:rsid w:val="00FD2BD0"/>
    <w:rsid w:val="00FD2F2E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1EB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68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Armin Saur</cp:lastModifiedBy>
  <cp:revision>22</cp:revision>
  <cp:lastPrinted>2017-12-13T12:00:00Z</cp:lastPrinted>
  <dcterms:created xsi:type="dcterms:W3CDTF">2017-11-23T13:53:00Z</dcterms:created>
  <dcterms:modified xsi:type="dcterms:W3CDTF">2017-12-13T12:40:00Z</dcterms:modified>
</cp:coreProperties>
</file>